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CA2C2D">
        <w:rPr>
          <w:rFonts w:ascii="Corbel" w:hAnsi="Corbel"/>
          <w:bCs/>
          <w:i/>
        </w:rPr>
        <w:t>UR  nr</w:t>
      </w:r>
      <w:proofErr w:type="gramEnd"/>
      <w:r w:rsidRPr="00CA2C2D">
        <w:rPr>
          <w:rFonts w:ascii="Corbel" w:hAnsi="Corbel"/>
          <w:bCs/>
          <w:i/>
        </w:rPr>
        <w:t xml:space="preserve">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1E833DB7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2022-2025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845C34">
        <w:rPr>
          <w:rFonts w:ascii="Corbel" w:hAnsi="Corbel"/>
          <w:sz w:val="20"/>
          <w:szCs w:val="20"/>
        </w:rPr>
        <w:t>4</w:t>
      </w:r>
      <w:r w:rsidR="00750A53">
        <w:rPr>
          <w:rFonts w:ascii="Corbel" w:hAnsi="Corbel"/>
          <w:sz w:val="20"/>
          <w:szCs w:val="20"/>
        </w:rPr>
        <w:t>/202</w:t>
      </w:r>
      <w:r w:rsidR="00845C34">
        <w:rPr>
          <w:rFonts w:ascii="Corbel" w:hAnsi="Corbel"/>
          <w:sz w:val="20"/>
          <w:szCs w:val="20"/>
        </w:rPr>
        <w:t>5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498FD54A" w:rsidR="0085747A" w:rsidRPr="009C54AE" w:rsidRDefault="005371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  <w:bookmarkStart w:id="0" w:name="_GoBack"/>
            <w:bookmarkEnd w:id="0"/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3FC8BDA4" w:rsidR="0085747A" w:rsidRPr="009C54AE" w:rsidRDefault="00D05F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</w:t>
            </w:r>
            <w:proofErr w:type="gramEnd"/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52DD6376" w:rsidR="00015B8F" w:rsidRPr="009C54AE" w:rsidRDefault="00D05F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5F1954BD" w:rsidR="00015B8F" w:rsidRPr="009C54AE" w:rsidRDefault="00D05F39" w:rsidP="6786CB1F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</w:t>
      </w:r>
      <w:proofErr w:type="gramStart"/>
      <w:r w:rsidR="00445970" w:rsidRPr="267B1F14">
        <w:rPr>
          <w:rFonts w:ascii="Corbel" w:hAnsi="Corbel"/>
          <w:smallCaps w:val="0"/>
        </w:rPr>
        <w:t xml:space="preserve">przedmiotu </w:t>
      </w:r>
      <w:r w:rsidRPr="267B1F14">
        <w:rPr>
          <w:rFonts w:ascii="Corbel" w:hAnsi="Corbel"/>
          <w:smallCaps w:val="0"/>
        </w:rPr>
        <w:t xml:space="preserve"> (z</w:t>
      </w:r>
      <w:proofErr w:type="gramEnd"/>
      <w:r w:rsidRPr="267B1F14">
        <w:rPr>
          <w:rFonts w:ascii="Corbel" w:hAnsi="Corbel"/>
          <w:smallCaps w:val="0"/>
        </w:rPr>
        <w:t xml:space="preserve">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244A7A3E" w:rsidR="267B1F14" w:rsidRDefault="267B1F14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67B1F14">
        <w:rPr>
          <w:rFonts w:ascii="Corbel" w:hAnsi="Corbel"/>
          <w:b w:val="0"/>
          <w:smallCaps w:val="0"/>
        </w:rPr>
        <w:t>Egzamin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 xml:space="preserve">związków </w:t>
            </w:r>
            <w:proofErr w:type="spellStart"/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B95EF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proofErr w:type="gramStart"/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proofErr w:type="gramEnd"/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</w:t>
            </w:r>
            <w:proofErr w:type="gramStart"/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63F981DF" w:rsidR="0085747A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00E50091" w:rsidR="00C61DC5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Dec P., </w:t>
            </w:r>
            <w:proofErr w:type="spellStart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Masiukiewicz</w:t>
            </w:r>
            <w:proofErr w:type="spellEnd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Urban D., Socha B., Przejawy </w:t>
            </w:r>
            <w:proofErr w:type="spellStart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finansyzacji</w:t>
            </w:r>
            <w:proofErr w:type="spellEnd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Wyniki badań własnych,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Annales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Univeristatis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Mariae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Curie-Skłodowska,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Sectio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Oeconomia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18072" w14:textId="77777777" w:rsidR="005C2050" w:rsidRDefault="005C2050" w:rsidP="00C16ABF">
      <w:pPr>
        <w:spacing w:after="0" w:line="240" w:lineRule="auto"/>
      </w:pPr>
      <w:r>
        <w:separator/>
      </w:r>
    </w:p>
  </w:endnote>
  <w:endnote w:type="continuationSeparator" w:id="0">
    <w:p w14:paraId="0B2CCA53" w14:textId="77777777" w:rsidR="005C2050" w:rsidRDefault="005C20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48B91" w14:textId="77777777" w:rsidR="005C2050" w:rsidRDefault="005C2050" w:rsidP="00C16ABF">
      <w:pPr>
        <w:spacing w:after="0" w:line="240" w:lineRule="auto"/>
      </w:pPr>
      <w:r>
        <w:separator/>
      </w:r>
    </w:p>
  </w:footnote>
  <w:footnote w:type="continuationSeparator" w:id="0">
    <w:p w14:paraId="5B999456" w14:textId="77777777" w:rsidR="005C2050" w:rsidRDefault="005C2050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441C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371F7"/>
    <w:rsid w:val="00543ACC"/>
    <w:rsid w:val="0056696D"/>
    <w:rsid w:val="0059484D"/>
    <w:rsid w:val="005A0855"/>
    <w:rsid w:val="005A133C"/>
    <w:rsid w:val="005A3196"/>
    <w:rsid w:val="005C080F"/>
    <w:rsid w:val="005C205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F39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D3309B-074F-4834-8721-97210FF5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991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5</cp:revision>
  <cp:lastPrinted>2019-02-06T12:12:00Z</cp:lastPrinted>
  <dcterms:created xsi:type="dcterms:W3CDTF">2022-06-07T18:37:00Z</dcterms:created>
  <dcterms:modified xsi:type="dcterms:W3CDTF">2022-09-06T10:14:00Z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